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DD6" w:rsidRDefault="00AB3DD6" w:rsidP="0073130B">
      <w:r w:rsidRPr="00AB3DD6">
        <w:t>{ФИО полностью в род падеже}</w:t>
      </w:r>
      <w:r w:rsidRPr="00AB3DD6">
        <w:tab/>
      </w:r>
    </w:p>
    <w:p w:rsidR="00AB3DD6" w:rsidRDefault="00AB3DD6" w:rsidP="0073130B">
      <w:r w:rsidRPr="00AB3DD6">
        <w:t>{Вид налога}</w:t>
      </w:r>
      <w:r w:rsidRPr="00AB3DD6">
        <w:tab/>
      </w:r>
    </w:p>
    <w:p w:rsidR="00AB3DD6" w:rsidRDefault="00AB3DD6" w:rsidP="0073130B">
      <w:r w:rsidRPr="00AB3DD6">
        <w:t>{Период взыскания налога}</w:t>
      </w:r>
      <w:r w:rsidRPr="00AB3DD6">
        <w:tab/>
      </w:r>
    </w:p>
    <w:p w:rsidR="00AB3DD6" w:rsidRDefault="00AB3DD6" w:rsidP="0073130B">
      <w:r w:rsidRPr="00AB3DD6">
        <w:t>{Размер транспортного налога рублей}</w:t>
      </w:r>
    </w:p>
    <w:p w:rsidR="00AB3DD6" w:rsidRDefault="00AB3DD6" w:rsidP="0073130B">
      <w:r w:rsidRPr="00AB3DD6">
        <w:tab/>
        <w:t>{Размер</w:t>
      </w:r>
      <w:bookmarkStart w:id="0" w:name="_GoBack"/>
      <w:bookmarkEnd w:id="0"/>
      <w:r w:rsidRPr="00AB3DD6">
        <w:t xml:space="preserve"> транспортного налога копеек}</w:t>
      </w:r>
    </w:p>
    <w:p w:rsidR="00AB3DD6" w:rsidRDefault="00AB3DD6" w:rsidP="0073130B">
      <w:r w:rsidRPr="00AB3DD6">
        <w:tab/>
        <w:t>{Дата полностью}</w:t>
      </w:r>
    </w:p>
    <w:p w:rsidR="00AB3DD6" w:rsidRDefault="00AB3DD6" w:rsidP="0073130B">
      <w:r w:rsidRPr="00AB3DD6">
        <w:tab/>
        <w:t>{Размер пени рублей}</w:t>
      </w:r>
    </w:p>
    <w:p w:rsidR="00AB3DD6" w:rsidRDefault="00AB3DD6" w:rsidP="0073130B">
      <w:r w:rsidRPr="00AB3DD6">
        <w:tab/>
        <w:t>{Размер пени копеек}</w:t>
      </w:r>
    </w:p>
    <w:p w:rsidR="00AB3DD6" w:rsidRDefault="00AB3DD6" w:rsidP="0073130B">
      <w:r w:rsidRPr="00AB3DD6">
        <w:tab/>
        <w:t>{Адрес проживания}</w:t>
      </w:r>
      <w:r w:rsidRPr="00AB3DD6">
        <w:tab/>
      </w:r>
    </w:p>
    <w:p w:rsidR="00AB3DD6" w:rsidRDefault="00AB3DD6" w:rsidP="0073130B">
      <w:r w:rsidRPr="00AB3DD6">
        <w:t xml:space="preserve">{Размер </w:t>
      </w:r>
      <w:proofErr w:type="spellStart"/>
      <w:r w:rsidRPr="00AB3DD6">
        <w:t>гос</w:t>
      </w:r>
      <w:proofErr w:type="spellEnd"/>
      <w:r w:rsidRPr="00AB3DD6">
        <w:t xml:space="preserve"> пошлины рублей}</w:t>
      </w:r>
    </w:p>
    <w:p w:rsidR="00145FD9" w:rsidRPr="0073130B" w:rsidRDefault="00AB3DD6" w:rsidP="0073130B">
      <w:r w:rsidRPr="00AB3DD6">
        <w:t xml:space="preserve">{Размер </w:t>
      </w:r>
      <w:proofErr w:type="spellStart"/>
      <w:r w:rsidRPr="00AB3DD6">
        <w:t>гос</w:t>
      </w:r>
      <w:proofErr w:type="spellEnd"/>
      <w:r w:rsidRPr="00AB3DD6">
        <w:t xml:space="preserve"> пошлины копеек}</w:t>
      </w:r>
    </w:p>
    <w:sectPr w:rsidR="00145FD9" w:rsidRPr="00731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B6"/>
    <w:rsid w:val="00143972"/>
    <w:rsid w:val="00145FD9"/>
    <w:rsid w:val="001876B5"/>
    <w:rsid w:val="002B45E6"/>
    <w:rsid w:val="002C37CC"/>
    <w:rsid w:val="00332215"/>
    <w:rsid w:val="00567BF4"/>
    <w:rsid w:val="00567DA6"/>
    <w:rsid w:val="005C7AFF"/>
    <w:rsid w:val="006329C2"/>
    <w:rsid w:val="006B6EB4"/>
    <w:rsid w:val="006F7CDD"/>
    <w:rsid w:val="0073130B"/>
    <w:rsid w:val="007336BD"/>
    <w:rsid w:val="00902A58"/>
    <w:rsid w:val="00905EB6"/>
    <w:rsid w:val="009E4EF2"/>
    <w:rsid w:val="00AB3DD6"/>
    <w:rsid w:val="00AB67E9"/>
    <w:rsid w:val="00B75685"/>
    <w:rsid w:val="00C401C6"/>
    <w:rsid w:val="00DC17E0"/>
    <w:rsid w:val="00E9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5E760-3F46-4AAE-90F9-17E59278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CDD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&#1057;&#1083;&#1080;&#1103;&#1085;&#1080;&#1077;%20&#1076;&#1086;&#1082;&#1091;&#1084;&#1077;&#1085;&#1090;&#1086;&#1074;\&#1096;&#1072;&#1073;&#1083;&#1086;&#1085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Иван Владимирович</dc:creator>
  <cp:keywords/>
  <dc:description/>
  <cp:lastModifiedBy>Жидков Сергей Викторович</cp:lastModifiedBy>
  <cp:revision>9</cp:revision>
  <dcterms:created xsi:type="dcterms:W3CDTF">2014-12-09T00:32:00Z</dcterms:created>
  <dcterms:modified xsi:type="dcterms:W3CDTF">2014-12-09T22:43:00Z</dcterms:modified>
</cp:coreProperties>
</file>