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0"/>
        <w:gridCol w:w="2860"/>
        <w:gridCol w:w="2140"/>
        <w:gridCol w:w="1800"/>
        <w:gridCol w:w="20"/>
      </w:tblGrid>
      <w:tr w:rsidR="00A961D4" w:rsidRPr="00D94C07">
        <w:trPr>
          <w:trHeight w:val="26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page1"/>
            <w:bookmarkEnd w:id="0"/>
            <w:r w:rsidRPr="00D94C07">
              <w:rPr>
                <w:rFonts w:ascii="Arial" w:hAnsi="Arial" w:cs="Arial"/>
                <w:b/>
                <w:bCs/>
                <w:sz w:val="21"/>
                <w:szCs w:val="21"/>
              </w:rPr>
              <w:t>BEST CALL, LLC.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Invoice No: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218181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>
        <w:trPr>
          <w:trHeight w:val="233"/>
        </w:trPr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address">
              <w:smartTag w:uri="urn:schemas-microsoft-com:office:smarttags" w:element="Street">
                <w:r w:rsidRPr="00D94C07">
                  <w:rPr>
                    <w:rFonts w:ascii="Times" w:hAnsi="Times" w:cs="Times"/>
                    <w:sz w:val="18"/>
                    <w:szCs w:val="18"/>
                  </w:rPr>
                  <w:t>P.O. Box</w:t>
                </w:r>
              </w:smartTag>
              <w:r w:rsidRPr="00D94C07">
                <w:rPr>
                  <w:rFonts w:ascii="Times" w:hAnsi="Times" w:cs="Times"/>
                  <w:sz w:val="18"/>
                  <w:szCs w:val="18"/>
                </w:rPr>
                <w:t xml:space="preserve"> 10424</w:t>
              </w:r>
            </w:smartTag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Invoice Date: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w w:val="97"/>
                <w:sz w:val="18"/>
                <w:szCs w:val="18"/>
              </w:rPr>
              <w:t>January 08, 2014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>
        <w:trPr>
          <w:trHeight w:val="80"/>
        </w:trPr>
        <w:tc>
          <w:tcPr>
            <w:tcW w:w="2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Last Invoice Date: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>
        <w:trPr>
          <w:trHeight w:val="180"/>
        </w:trPr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City">
              <w:r w:rsidRPr="00D94C07">
                <w:rPr>
                  <w:rFonts w:ascii="Times" w:hAnsi="Times" w:cs="Times"/>
                  <w:sz w:val="18"/>
                  <w:szCs w:val="18"/>
                </w:rPr>
                <w:t>Chicago</w:t>
              </w:r>
            </w:smartTag>
            <w:r w:rsidRPr="00D94C07">
              <w:rPr>
                <w:rFonts w:ascii="Times" w:hAnsi="Times" w:cs="Times"/>
                <w:sz w:val="18"/>
                <w:szCs w:val="18"/>
              </w:rPr>
              <w:t xml:space="preserve">, </w:t>
            </w:r>
            <w:smartTag w:uri="urn:schemas-microsoft-com:office:smarttags" w:element="State">
              <w:r w:rsidRPr="00D94C07">
                <w:rPr>
                  <w:rFonts w:ascii="Times" w:hAnsi="Times" w:cs="Times"/>
                  <w:sz w:val="18"/>
                  <w:szCs w:val="18"/>
                </w:rPr>
                <w:t>IL</w:t>
              </w:r>
            </w:smartTag>
            <w:r w:rsidRPr="00D94C07">
              <w:rPr>
                <w:rFonts w:ascii="Times" w:hAnsi="Times" w:cs="Times"/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 w:rsidRPr="00D94C07">
                  <w:rPr>
                    <w:rFonts w:ascii="Times" w:hAnsi="Times" w:cs="Times"/>
                    <w:sz w:val="18"/>
                    <w:szCs w:val="18"/>
                  </w:rPr>
                  <w:t>Illinois</w:t>
                </w:r>
              </w:smartTag>
            </w:smartTag>
            <w:r w:rsidRPr="00D94C07">
              <w:rPr>
                <w:rFonts w:ascii="Times" w:hAnsi="Times" w:cs="Times"/>
                <w:sz w:val="18"/>
                <w:szCs w:val="18"/>
              </w:rPr>
              <w:t xml:space="preserve"> 60610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>
        <w:trPr>
          <w:trHeight w:val="105"/>
        </w:trPr>
        <w:tc>
          <w:tcPr>
            <w:tcW w:w="2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CustomerID: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11410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>
        <w:trPr>
          <w:trHeight w:val="160"/>
        </w:trPr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Tel: 3129625266</w:t>
            </w:r>
          </w:p>
        </w:tc>
        <w:tc>
          <w:tcPr>
            <w:tcW w:w="2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Fax: 7734238441</w:t>
            </w: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>
        <w:trPr>
          <w:trHeight w:val="140"/>
        </w:trPr>
        <w:tc>
          <w:tcPr>
            <w:tcW w:w="2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Phone: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5037776183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>
        <w:trPr>
          <w:trHeight w:val="27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Email: support@bestcalltelecom.com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Web: www.bestcalltelecom.com</w:t>
            </w: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1"/>
          <w:szCs w:val="21"/>
        </w:rPr>
        <w:t>LILJANA JUNGIC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6807 SE 85th Ave</w:t>
        </w:r>
      </w:smartTag>
    </w:p>
    <w:p w:rsidR="00A961D4" w:rsidRDefault="00A961D4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Portland</w:t>
        </w:r>
      </w:smartTag>
      <w:r>
        <w:rPr>
          <w:rFonts w:ascii="Times" w:hAnsi="Times" w:cs="Times"/>
          <w:sz w:val="18"/>
          <w:szCs w:val="18"/>
        </w:rPr>
        <w:t xml:space="preserve">, </w:t>
      </w: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OR</w:t>
        </w:r>
      </w:smartTag>
      <w:r>
        <w:rPr>
          <w:rFonts w:ascii="Times" w:hAnsi="Times" w:cs="Times"/>
          <w:sz w:val="18"/>
          <w:szCs w:val="18"/>
        </w:rPr>
        <w:t xml:space="preserve"> </w:t>
      </w: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Oregon</w:t>
        </w:r>
      </w:smartTag>
      <w:r>
        <w:rPr>
          <w:rFonts w:ascii="Times" w:hAnsi="Times" w:cs="Times"/>
          <w:sz w:val="18"/>
          <w:szCs w:val="18"/>
        </w:rPr>
        <w:t xml:space="preserve"> 97266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75pt;margin-top:10.65pt;width:520pt;height:307pt;z-index:-251658240" o:allowincell="f">
            <v:imagedata r:id="rId4" o:title=""/>
          </v:shape>
        </w:pic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ind w:left="408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5"/>
          <w:szCs w:val="25"/>
        </w:rPr>
        <w:t>Account Summary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24"/>
          <w:szCs w:val="24"/>
        </w:rPr>
      </w:pPr>
    </w:p>
    <w:tbl>
      <w:tblPr>
        <w:tblW w:w="105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0"/>
        <w:gridCol w:w="1080"/>
        <w:gridCol w:w="60"/>
        <w:gridCol w:w="240"/>
        <w:gridCol w:w="1800"/>
        <w:gridCol w:w="30"/>
        <w:gridCol w:w="60"/>
        <w:gridCol w:w="400"/>
        <w:gridCol w:w="39"/>
        <w:gridCol w:w="741"/>
        <w:gridCol w:w="660"/>
        <w:gridCol w:w="280"/>
        <w:gridCol w:w="140"/>
        <w:gridCol w:w="1020"/>
        <w:gridCol w:w="380"/>
        <w:gridCol w:w="1480"/>
        <w:gridCol w:w="140"/>
        <w:gridCol w:w="1620"/>
        <w:gridCol w:w="100"/>
        <w:gridCol w:w="30"/>
      </w:tblGrid>
      <w:tr w:rsidR="00A961D4" w:rsidRPr="00D94C07" w:rsidTr="008606E1">
        <w:trPr>
          <w:trHeight w:val="233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Balance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Current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Total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Statement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sz w:val="18"/>
                <w:szCs w:val="18"/>
              </w:rPr>
              <w:t>Note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10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3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Forward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w w:val="97"/>
                <w:sz w:val="18"/>
                <w:szCs w:val="18"/>
              </w:rPr>
              <w:t>Usage</w:t>
            </w:r>
          </w:p>
        </w:tc>
        <w:tc>
          <w:tcPr>
            <w:tcW w:w="12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w w:val="96"/>
                <w:sz w:val="18"/>
                <w:szCs w:val="18"/>
              </w:rPr>
              <w:t>Deposit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Balance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14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8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70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32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$0.00  +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25.13</w:t>
            </w:r>
            <w:r w:rsidRPr="00D94C07">
              <w:rPr>
                <w:rFonts w:ascii="Times" w:hAnsi="Times" w:cs="Times"/>
                <w:sz w:val="18"/>
                <w:szCs w:val="18"/>
              </w:rPr>
              <w:t xml:space="preserve">    -</w:t>
            </w:r>
          </w:p>
        </w:tc>
        <w:tc>
          <w:tcPr>
            <w:tcW w:w="12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$0.00   =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25.13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38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sz w:val="18"/>
                <w:szCs w:val="18"/>
              </w:rPr>
              <w:t>Transaction Description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24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Previous Balance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$0.00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277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Payment Received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$0.00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28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Late Payment Charges</w:t>
            </w:r>
          </w:p>
        </w:tc>
        <w:tc>
          <w:tcPr>
            <w:tcW w:w="12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89" w:lineRule="exact"/>
              <w:ind w:right="53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7"/>
                <w:szCs w:val="17"/>
              </w:rPr>
              <w:t xml:space="preserve">$0.00 </w:t>
            </w:r>
            <w:r w:rsidRPr="00D94C07">
              <w:rPr>
                <w:rFonts w:ascii="Times" w:hAnsi="Times" w:cs="Times"/>
                <w:sz w:val="33"/>
                <w:szCs w:val="33"/>
                <w:vertAlign w:val="subscript"/>
              </w:rPr>
              <w:t>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25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w w:val="98"/>
                <w:sz w:val="18"/>
                <w:szCs w:val="18"/>
              </w:rPr>
              <w:t>Balance Forward</w:t>
            </w: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$0.00 +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4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sz w:val="18"/>
                <w:szCs w:val="18"/>
              </w:rPr>
              <w:t>Current Period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29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Current Usage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25.13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511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53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Payments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$0.00 +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501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For Billing inquiries, please call us 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5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0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301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sz w:val="18"/>
                <w:szCs w:val="18"/>
              </w:rPr>
              <w:t>Amount Due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sz w:val="18"/>
                <w:szCs w:val="18"/>
              </w:rPr>
              <w:t>$</w:t>
            </w:r>
            <w:r>
              <w:rPr>
                <w:rFonts w:ascii="Times" w:hAnsi="Times" w:cs="Times"/>
                <w:b/>
                <w:bCs/>
                <w:sz w:val="18"/>
                <w:szCs w:val="18"/>
              </w:rPr>
              <w:t>25.13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233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sz w:val="18"/>
                <w:szCs w:val="18"/>
              </w:rPr>
              <w:t>Due Date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18"/>
                <w:szCs w:val="18"/>
              </w:rPr>
              <w:t>January 23, 2014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w w:val="97"/>
                <w:sz w:val="18"/>
                <w:szCs w:val="18"/>
              </w:rPr>
              <w:t>Tel:3129625266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83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3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98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210"/>
        </w:trPr>
        <w:tc>
          <w:tcPr>
            <w:tcW w:w="26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740"/>
        </w:trPr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344"/>
        </w:trPr>
        <w:tc>
          <w:tcPr>
            <w:tcW w:w="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w w:val="98"/>
                <w:sz w:val="18"/>
                <w:szCs w:val="18"/>
              </w:rPr>
              <w:t>Customer Name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sz w:val="18"/>
                <w:szCs w:val="18"/>
              </w:rPr>
              <w:t>Invoice Date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w w:val="94"/>
                <w:sz w:val="18"/>
                <w:szCs w:val="18"/>
              </w:rPr>
              <w:t>Invoice No.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w w:val="97"/>
                <w:sz w:val="18"/>
                <w:szCs w:val="18"/>
              </w:rPr>
              <w:t>Amount Due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b/>
                <w:bCs/>
                <w:w w:val="95"/>
                <w:sz w:val="18"/>
                <w:szCs w:val="18"/>
              </w:rPr>
              <w:t>Due Date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360"/>
        </w:trPr>
        <w:tc>
          <w:tcPr>
            <w:tcW w:w="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11410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w w:val="99"/>
                <w:sz w:val="18"/>
                <w:szCs w:val="18"/>
              </w:rPr>
              <w:t>LILJANA JUNGIC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January 08,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218181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9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25.13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w w:val="98"/>
                <w:sz w:val="18"/>
                <w:szCs w:val="18"/>
              </w:rPr>
              <w:t>January 23, 2014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961D4" w:rsidRPr="00D94C07" w:rsidTr="008606E1">
        <w:trPr>
          <w:trHeight w:val="56"/>
        </w:trPr>
        <w:tc>
          <w:tcPr>
            <w:tcW w:w="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961D4">
          <w:pgSz w:w="12240" w:h="15840"/>
          <w:pgMar w:top="430" w:right="1120" w:bottom="284" w:left="600" w:header="720" w:footer="720" w:gutter="0"/>
          <w:cols w:space="720" w:equalWidth="0">
            <w:col w:w="10520"/>
          </w:cols>
          <w:noEndnote/>
        </w:sectPr>
      </w:pPr>
      <w:r>
        <w:rPr>
          <w:noProof/>
          <w:lang w:val="ru-RU" w:eastAsia="ru-RU"/>
        </w:rPr>
        <w:pict>
          <v:shape id="_x0000_s1027" type="#_x0000_t75" style="position:absolute;margin-left:1.25pt;margin-top:8.75pt;width:15.25pt;height:13.75pt;z-index:-251657216;mso-position-horizontal-relative:text;mso-position-vertical-relative:text" o:allowincell="f">
            <v:imagedata r:id="rId5" o:title=""/>
          </v:shape>
        </w:pict>
      </w:r>
      <w:r>
        <w:rPr>
          <w:noProof/>
          <w:lang w:val="ru-RU" w:eastAsia="ru-RU"/>
        </w:rPr>
        <w:pict>
          <v:shape id="_x0000_s1028" type="#_x0000_t75" style="position:absolute;margin-left:0;margin-top:-51.95pt;width:522pt;height:1pt;z-index:-251656192;mso-position-horizontal-relative:text;mso-position-vertical-relative:text" o:allowincell="f">
            <v:imagedata r:id="rId6" o:title=""/>
          </v:shape>
        </w:pict>
      </w:r>
    </w:p>
    <w:p w:rsidR="00A961D4" w:rsidRDefault="00A961D4">
      <w:pPr>
        <w:widowControl w:val="0"/>
        <w:autoSpaceDE w:val="0"/>
        <w:autoSpaceDN w:val="0"/>
        <w:adjustRightInd w:val="0"/>
        <w:spacing w:after="0" w:line="186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Attached cheque NO: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153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29" type="#_x0000_t75" style="position:absolute;margin-left:-2.7pt;margin-top:7.15pt;width:15.25pt;height:13.75pt;z-index:-251655168" o:allowincell="f">
            <v:imagedata r:id="rId5" o:title=""/>
          </v:shape>
        </w:pict>
      </w:r>
      <w:r>
        <w:rPr>
          <w:noProof/>
          <w:lang w:val="ru-RU" w:eastAsia="ru-RU"/>
        </w:rPr>
        <w:pict>
          <v:shape id="_x0000_s1030" type="#_x0000_t75" style="position:absolute;margin-left:117.75pt;margin-top:1.4pt;width:2in;height:.5pt;z-index:-251654144" o:allowincell="f">
            <v:imagedata r:id="rId7" o:title=""/>
          </v:shape>
        </w:pic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7"/>
          <w:szCs w:val="17"/>
        </w:rPr>
        <w:t>Please charge my Visa/Master/Amex NO: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1" type="#_x0000_t75" style="position:absolute;margin-left:-5.2pt;margin-top:9.2pt;width:253.75pt;height:67pt;z-index:-251653120" o:allowincell="f">
            <v:imagedata r:id="rId8" o:title=""/>
          </v:shape>
        </w:pic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BEST CALL, LLC.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Street">
        <w:smartTag w:uri="urn:schemas-microsoft-com:office:smarttags" w:element="Street">
          <w:r>
            <w:rPr>
              <w:rFonts w:ascii="Times" w:hAnsi="Times" w:cs="Times"/>
              <w:sz w:val="18"/>
              <w:szCs w:val="18"/>
            </w:rPr>
            <w:t>P.O. Box</w:t>
          </w:r>
        </w:smartTag>
        <w:r>
          <w:rPr>
            <w:rFonts w:ascii="Times" w:hAnsi="Times" w:cs="Times"/>
            <w:sz w:val="18"/>
            <w:szCs w:val="18"/>
          </w:rPr>
          <w:t xml:space="preserve"> 10424</w:t>
        </w:r>
      </w:smartTag>
    </w:p>
    <w:p w:rsidR="00A961D4" w:rsidRDefault="00A961D4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Chicago</w:t>
        </w:r>
      </w:smartTag>
      <w:r>
        <w:rPr>
          <w:rFonts w:ascii="Times" w:hAnsi="Times" w:cs="Times"/>
          <w:sz w:val="18"/>
          <w:szCs w:val="18"/>
        </w:rPr>
        <w:t xml:space="preserve">, </w:t>
      </w: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IL</w:t>
        </w:r>
      </w:smartTag>
      <w:r>
        <w:rPr>
          <w:rFonts w:ascii="Times" w:hAnsi="Times" w:cs="Times"/>
          <w:sz w:val="18"/>
          <w:szCs w:val="18"/>
        </w:rPr>
        <w:t xml:space="preserve"> </w:t>
      </w: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Illinois</w:t>
        </w:r>
      </w:smartTag>
      <w:r>
        <w:rPr>
          <w:rFonts w:ascii="Times" w:hAnsi="Times" w:cs="Times"/>
          <w:sz w:val="18"/>
          <w:szCs w:val="18"/>
        </w:rPr>
        <w:t xml:space="preserve"> 60610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Amount: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2" type="#_x0000_t75" style="position:absolute;margin-left:38.75pt;margin-top:.4pt;width:179.5pt;height:.5pt;z-index:-251652096" o:allowincell="f">
            <v:imagedata r:id="rId9" o:title=""/>
          </v:shape>
        </w:pic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ind w:left="210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Expiry: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3" type="#_x0000_t75" style="position:absolute;margin-left:-63.2pt;margin-top:1.4pt;width:282pt;height:.5pt;z-index:-251651072" o:allowincell="f">
            <v:imagedata r:id="rId10" o:title=""/>
          </v:shape>
        </w:pic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tabs>
          <w:tab w:val="left" w:pos="2200"/>
        </w:tabs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18"/>
          <w:szCs w:val="18"/>
        </w:rPr>
        <w:t>Thank you for Choosing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7"/>
          <w:szCs w:val="17"/>
        </w:rPr>
        <w:t>BEST CALL, LLC.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4" type="#_x0000_t75" style="position:absolute;margin-left:1.25pt;margin-top:1.9pt;width:255pt;height:43pt;z-index:-251650048" o:allowincell="f">
            <v:imagedata r:id="rId11" o:title=""/>
          </v:shape>
        </w:pict>
      </w:r>
    </w:p>
    <w:p w:rsidR="00A961D4" w:rsidRDefault="00A961D4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18"/>
          <w:szCs w:val="18"/>
        </w:rPr>
        <w:t>Amount Paid: $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961D4">
          <w:type w:val="continuous"/>
          <w:pgSz w:w="12240" w:h="15840"/>
          <w:pgMar w:top="430" w:right="2620" w:bottom="284" w:left="680" w:header="720" w:footer="720" w:gutter="0"/>
          <w:cols w:num="2" w:space="1980" w:equalWidth="0">
            <w:col w:w="3320" w:space="1980"/>
            <w:col w:w="3640"/>
          </w:cols>
          <w:noEndnote/>
        </w:sectPr>
      </w:pPr>
      <w:r>
        <w:rPr>
          <w:noProof/>
          <w:lang w:val="ru-RU" w:eastAsia="ru-RU"/>
        </w:rPr>
        <w:pict>
          <v:shape id="_x0000_s1035" type="#_x0000_t75" style="position:absolute;margin-left:-274.95pt;margin-top:64.95pt;width:560.25pt;height:.5pt;z-index:-251649024" o:allowincell="f">
            <v:imagedata r:id="rId12" o:title=""/>
          </v:shape>
        </w:pic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tabs>
          <w:tab w:val="left" w:pos="3940"/>
          <w:tab w:val="left" w:pos="5400"/>
          <w:tab w:val="left" w:pos="9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Account:   11410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Account Name: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LILJANA JUNGIC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Page 1 of 3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961D4">
          <w:type w:val="continuous"/>
          <w:pgSz w:w="12240" w:h="15840"/>
          <w:pgMar w:top="430" w:right="780" w:bottom="284" w:left="720" w:header="720" w:footer="720" w:gutter="0"/>
          <w:cols w:space="1980" w:equalWidth="0">
            <w:col w:w="107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220"/>
        <w:gridCol w:w="3180"/>
        <w:gridCol w:w="1000"/>
        <w:gridCol w:w="1100"/>
      </w:tblGrid>
      <w:tr w:rsidR="00A961D4" w:rsidRPr="00D94C07">
        <w:trPr>
          <w:trHeight w:val="302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page3"/>
            <w:bookmarkEnd w:id="1"/>
            <w:r w:rsidRPr="00D94C07">
              <w:rPr>
                <w:rFonts w:ascii="Arial" w:hAnsi="Arial" w:cs="Arial"/>
                <w:b/>
                <w:bCs/>
                <w:sz w:val="21"/>
                <w:szCs w:val="21"/>
              </w:rPr>
              <w:t>BEST CALL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sz w:val="18"/>
                <w:szCs w:val="18"/>
              </w:rPr>
              <w:t>Invoice Number: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sz w:val="18"/>
                <w:szCs w:val="18"/>
              </w:rPr>
              <w:t>218181</w:t>
            </w:r>
          </w:p>
        </w:tc>
      </w:tr>
      <w:tr w:rsidR="00A961D4" w:rsidRPr="00D94C07">
        <w:trPr>
          <w:trHeight w:val="49"/>
        </w:trPr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A961D4" w:rsidRPr="00D94C07">
        <w:trPr>
          <w:trHeight w:val="356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b/>
                <w:bCs/>
                <w:sz w:val="19"/>
                <w:szCs w:val="19"/>
              </w:rPr>
              <w:t>LILJANA JUNGIC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sz w:val="18"/>
                <w:szCs w:val="18"/>
              </w:rPr>
              <w:t>Due Date: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1/23/2014</w:t>
            </w:r>
          </w:p>
        </w:tc>
      </w:tr>
      <w:tr w:rsidR="00A961D4" w:rsidRPr="00D94C07">
        <w:trPr>
          <w:trHeight w:val="306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Street">
              <w:r w:rsidRPr="00D94C07">
                <w:rPr>
                  <w:rFonts w:ascii="Arial" w:hAnsi="Arial" w:cs="Arial"/>
                  <w:sz w:val="18"/>
                  <w:szCs w:val="18"/>
                </w:rPr>
                <w:t>6807 SE 85th Ave</w:t>
              </w:r>
            </w:smartTag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1D4" w:rsidRPr="00D94C07">
        <w:trPr>
          <w:trHeight w:val="372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b/>
                <w:bCs/>
                <w:sz w:val="18"/>
                <w:szCs w:val="18"/>
              </w:rPr>
              <w:t>Home Services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 w:rsidP="00D94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b/>
                <w:bCs/>
                <w:sz w:val="18"/>
                <w:szCs w:val="18"/>
              </w:rPr>
              <w:t>$25.13</w:t>
            </w:r>
            <w:bookmarkStart w:id="2" w:name="_GoBack"/>
            <w:bookmarkEnd w:id="2"/>
          </w:p>
        </w:tc>
      </w:tr>
      <w:tr w:rsidR="00A961D4" w:rsidRPr="00D94C07">
        <w:trPr>
          <w:trHeight w:val="325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b/>
                <w:bCs/>
                <w:sz w:val="18"/>
                <w:szCs w:val="18"/>
              </w:rPr>
              <w:t>Your Invoice for (12/7/2013 - 12/8/2013)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1D4" w:rsidRPr="00D94C07">
        <w:trPr>
          <w:trHeight w:val="278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sz w:val="18"/>
                <w:szCs w:val="18"/>
              </w:rPr>
              <w:t>Long Distance Charges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 w:rsidP="00D94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sz w:val="18"/>
                <w:szCs w:val="18"/>
              </w:rPr>
              <w:t>$21.12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1D4" w:rsidRPr="00D94C07">
        <w:trPr>
          <w:trHeight w:val="248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0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sz w:val="18"/>
                <w:szCs w:val="18"/>
              </w:rPr>
              <w:t>Taxes and Fees  19.00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sz w:val="18"/>
                <w:szCs w:val="18"/>
              </w:rPr>
              <w:t>$4.01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A961D4" w:rsidRPr="00D94C07">
        <w:trPr>
          <w:trHeight w:val="300"/>
        </w:trPr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 w:rsidP="00D94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4C07">
              <w:rPr>
                <w:rFonts w:ascii="Arial" w:hAnsi="Arial" w:cs="Arial"/>
                <w:b/>
                <w:bCs/>
                <w:sz w:val="18"/>
                <w:szCs w:val="18"/>
              </w:rPr>
              <w:t>$25.13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61D4" w:rsidRPr="00D94C07" w:rsidRDefault="00A9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961D4">
          <w:pgSz w:w="12240" w:h="15840"/>
          <w:pgMar w:top="419" w:right="360" w:bottom="284" w:left="380" w:header="720" w:footer="720" w:gutter="0"/>
          <w:cols w:space="720" w:equalWidth="0">
            <w:col w:w="11500"/>
          </w:cols>
          <w:noEndnote/>
        </w:sectPr>
      </w:pPr>
      <w:r>
        <w:rPr>
          <w:noProof/>
          <w:lang w:val="ru-RU" w:eastAsia="ru-RU"/>
        </w:rPr>
        <w:pict>
          <v:shape id="_x0000_s1036" type="#_x0000_t75" style="position:absolute;margin-left:5pt;margin-top:595.1pt;width:560.25pt;height:.5pt;z-index:-251648000;mso-position-horizontal-relative:text;mso-position-vertical-relative:text" o:allowincell="f">
            <v:imagedata r:id="rId12" o:title=""/>
          </v:shape>
        </w:pic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tabs>
          <w:tab w:val="left" w:pos="3940"/>
          <w:tab w:val="left" w:pos="5400"/>
          <w:tab w:val="left" w:pos="9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Account:   11410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Account Name: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LILJANA JUNGIC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Page 2 of 3</w:t>
      </w:r>
    </w:p>
    <w:p w:rsidR="00A961D4" w:rsidRDefault="00A961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961D4">
          <w:type w:val="continuous"/>
          <w:pgSz w:w="12240" w:h="15840"/>
          <w:pgMar w:top="419" w:right="780" w:bottom="284" w:left="720" w:header="720" w:footer="720" w:gutter="0"/>
          <w:cols w:space="720" w:equalWidth="0">
            <w:col w:w="10740"/>
          </w:cols>
          <w:noEndnote/>
        </w:sectPr>
      </w:pPr>
    </w:p>
    <w:tbl>
      <w:tblPr>
        <w:tblW w:w="9620" w:type="dxa"/>
        <w:tblInd w:w="93" w:type="dxa"/>
        <w:tblLook w:val="00A0"/>
      </w:tblPr>
      <w:tblGrid>
        <w:gridCol w:w="1443"/>
        <w:gridCol w:w="2080"/>
        <w:gridCol w:w="2160"/>
        <w:gridCol w:w="2200"/>
        <w:gridCol w:w="1027"/>
        <w:gridCol w:w="960"/>
      </w:tblGrid>
      <w:tr w:rsidR="00A961D4" w:rsidRPr="00D94C07" w:rsidTr="00D94C07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bookmarkStart w:id="3" w:name="page5"/>
            <w:bookmarkEnd w:id="3"/>
            <w:r w:rsidRPr="00D94C07">
              <w:rPr>
                <w:rFonts w:cs="Calibri"/>
                <w:b/>
                <w:bCs/>
                <w:color w:val="000000"/>
                <w:lang w:val="uk-UA" w:eastAsia="uk-UA"/>
              </w:rPr>
              <w:t>Caller ID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D94C07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Destination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D94C07">
              <w:rPr>
                <w:rFonts w:cs="Calibri"/>
                <w:b/>
                <w:bCs/>
                <w:color w:val="000000"/>
                <w:lang w:val="uk-UA" w:eastAsia="uk-UA"/>
              </w:rPr>
              <w:t>City Name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D94C07">
              <w:rPr>
                <w:rFonts w:cs="Calibri"/>
                <w:b/>
                <w:bCs/>
                <w:color w:val="000000"/>
                <w:lang w:val="uk-UA" w:eastAsia="uk-UA"/>
              </w:rPr>
              <w:t>Call start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D94C07">
              <w:rPr>
                <w:rFonts w:cs="Calibri"/>
                <w:b/>
                <w:bCs/>
                <w:color w:val="000000"/>
                <w:lang w:val="uk-UA" w:eastAsia="uk-UA"/>
              </w:rPr>
              <w:t>Duration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D94C07">
              <w:rPr>
                <w:rFonts w:cs="Calibri"/>
                <w:b/>
                <w:bCs/>
                <w:color w:val="000000"/>
                <w:lang w:val="uk-UA" w:eastAsia="uk-UA"/>
              </w:rPr>
              <w:t>Cost</w:t>
            </w:r>
          </w:p>
        </w:tc>
      </w:tr>
      <w:tr w:rsidR="00A961D4" w:rsidRPr="00D94C07" w:rsidTr="00D94C07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15034812475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38765922688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Bosnia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12.11.2013 22:35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0.41</w:t>
            </w:r>
          </w:p>
        </w:tc>
      </w:tr>
      <w:tr w:rsidR="00A961D4" w:rsidRPr="00D94C07" w:rsidTr="00D94C07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15037776183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1138765922688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Bosnia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12.11.2013 8:07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3.79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1.21</w:t>
            </w:r>
          </w:p>
        </w:tc>
      </w:tr>
      <w:tr w:rsidR="00A961D4" w:rsidRPr="00D94C07" w:rsidTr="00D94C07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15034812475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38765922688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Bosnia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12.10.2013 20:57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15.16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4.85</w:t>
            </w:r>
          </w:p>
        </w:tc>
      </w:tr>
      <w:tr w:rsidR="00A961D4" w:rsidRPr="00D94C07" w:rsidTr="00D94C07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5034812475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38765922688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Bosnia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12/14/13 20:54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45.10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14.43</w:t>
            </w:r>
          </w:p>
        </w:tc>
      </w:tr>
      <w:tr w:rsidR="00A961D4" w:rsidRPr="00D94C07" w:rsidTr="00D94C07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5034812475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38513863830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Bosnia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12/15/13 18:02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5.45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D94C07">
              <w:rPr>
                <w:rFonts w:cs="Calibri"/>
                <w:color w:val="000000"/>
                <w:lang w:val="uk-UA" w:eastAsia="uk-UA"/>
              </w:rPr>
              <w:t>0.21</w:t>
            </w:r>
          </w:p>
        </w:tc>
      </w:tr>
      <w:tr w:rsidR="00A961D4" w:rsidRPr="00D94C07" w:rsidTr="00D94C07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</w:tr>
      <w:tr w:rsidR="00A961D4" w:rsidRPr="00D94C07" w:rsidTr="00D94C07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D94C07">
              <w:rPr>
                <w:rFonts w:cs="Calibri"/>
                <w:b/>
                <w:bCs/>
                <w:color w:val="000000"/>
                <w:lang w:val="uk-UA" w:eastAsia="uk-UA"/>
              </w:rPr>
              <w:t>70.78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1D4" w:rsidRPr="00D94C07" w:rsidRDefault="00A961D4" w:rsidP="00D94C07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D94C07">
              <w:rPr>
                <w:rFonts w:cs="Calibri"/>
                <w:b/>
                <w:bCs/>
                <w:color w:val="000000"/>
                <w:lang w:val="uk-UA" w:eastAsia="uk-UA"/>
              </w:rPr>
              <w:t>21.12</w:t>
            </w:r>
          </w:p>
        </w:tc>
      </w:tr>
    </w:tbl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961D4" w:rsidRDefault="00A961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sectPr w:rsidR="00A961D4" w:rsidSect="0095484F">
      <w:pgSz w:w="12240" w:h="15840"/>
      <w:pgMar w:top="1440" w:right="780" w:bottom="284" w:left="720" w:header="720" w:footer="720" w:gutter="0"/>
      <w:cols w:space="720" w:equalWidth="0">
        <w:col w:w="107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06F"/>
    <w:rsid w:val="0036006F"/>
    <w:rsid w:val="00377AEC"/>
    <w:rsid w:val="005A1B7B"/>
    <w:rsid w:val="007E0948"/>
    <w:rsid w:val="008606E1"/>
    <w:rsid w:val="0095484F"/>
    <w:rsid w:val="00A961D4"/>
    <w:rsid w:val="00B10FEC"/>
    <w:rsid w:val="00D94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84F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9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341</Words>
  <Characters>1947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Вера</cp:lastModifiedBy>
  <cp:revision>6</cp:revision>
  <dcterms:created xsi:type="dcterms:W3CDTF">2014-01-15T19:15:00Z</dcterms:created>
  <dcterms:modified xsi:type="dcterms:W3CDTF">2014-01-15T22:21:00Z</dcterms:modified>
</cp:coreProperties>
</file>